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42E" w:rsidRDefault="0053342E" w:rsidP="00CA6436">
      <w:pPr>
        <w:ind w:left="-993"/>
        <w:jc w:val="center"/>
      </w:pPr>
      <w:r>
        <w:rPr>
          <w:b/>
          <w:sz w:val="22"/>
          <w:szCs w:val="22"/>
        </w:rPr>
        <w:t>Лист самооценки</w:t>
      </w:r>
    </w:p>
    <w:p w:rsidR="0053342E" w:rsidRPr="004C1EB9" w:rsidRDefault="0053342E" w:rsidP="005B420E">
      <w:pPr>
        <w:ind w:left="-993"/>
      </w:pPr>
      <w:r w:rsidRPr="004C1EB9">
        <w:t xml:space="preserve">ФИО аттестующегося </w:t>
      </w:r>
      <w:r w:rsidRPr="004C1EB9">
        <w:rPr>
          <w:b/>
        </w:rPr>
        <w:t>концертмейстера</w:t>
      </w:r>
      <w:r w:rsidRPr="004C1EB9">
        <w:t>: _______________________________________</w:t>
      </w:r>
      <w:r>
        <w:t>___________</w:t>
      </w:r>
    </w:p>
    <w:p w:rsidR="0053342E" w:rsidRPr="00B205F5" w:rsidRDefault="0053342E" w:rsidP="005B420E">
      <w:pPr>
        <w:ind w:left="-993"/>
      </w:pPr>
      <w:r w:rsidRPr="00C84556">
        <w:rPr>
          <w:sz w:val="22"/>
          <w:szCs w:val="22"/>
        </w:rPr>
        <w:t xml:space="preserve">ОУ, </w:t>
      </w:r>
      <w:r>
        <w:rPr>
          <w:sz w:val="22"/>
          <w:szCs w:val="22"/>
        </w:rPr>
        <w:t>территория</w:t>
      </w:r>
      <w:r w:rsidRPr="00C84556">
        <w:rPr>
          <w:sz w:val="22"/>
          <w:szCs w:val="22"/>
        </w:rPr>
        <w:t>: _________________________________________________________________</w:t>
      </w:r>
      <w:r>
        <w:rPr>
          <w:sz w:val="22"/>
          <w:szCs w:val="22"/>
        </w:rPr>
        <w:t>______________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345"/>
        <w:gridCol w:w="709"/>
      </w:tblGrid>
      <w:tr w:rsidR="0053342E" w:rsidRPr="005B0578" w:rsidTr="006763B4">
        <w:trPr>
          <w:trHeight w:val="161"/>
        </w:trPr>
        <w:tc>
          <w:tcPr>
            <w:tcW w:w="720" w:type="dxa"/>
          </w:tcPr>
          <w:p w:rsidR="0053342E" w:rsidRPr="00C4050E" w:rsidRDefault="0053342E" w:rsidP="002141DD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53342E" w:rsidRPr="00AC455E" w:rsidRDefault="0053342E" w:rsidP="002141D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ненты деятельности</w:t>
            </w:r>
          </w:p>
        </w:tc>
        <w:tc>
          <w:tcPr>
            <w:tcW w:w="9345" w:type="dxa"/>
          </w:tcPr>
          <w:p w:rsidR="0053342E" w:rsidRDefault="0053342E" w:rsidP="002141DD">
            <w:pPr>
              <w:jc w:val="center"/>
              <w:rPr>
                <w:sz w:val="20"/>
                <w:szCs w:val="20"/>
              </w:rPr>
            </w:pPr>
          </w:p>
          <w:p w:rsidR="0053342E" w:rsidRPr="00AC455E" w:rsidRDefault="0053342E" w:rsidP="002141DD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53342E" w:rsidRPr="00AC455E" w:rsidRDefault="0053342E" w:rsidP="002141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3342E" w:rsidRPr="00AC455E" w:rsidRDefault="0053342E" w:rsidP="002141DD">
            <w:pPr>
              <w:jc w:val="center"/>
              <w:rPr>
                <w:sz w:val="20"/>
                <w:szCs w:val="20"/>
              </w:rPr>
            </w:pPr>
          </w:p>
          <w:p w:rsidR="0053342E" w:rsidRPr="00AC455E" w:rsidRDefault="0053342E" w:rsidP="002141DD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3D587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807F3">
              <w:rPr>
                <w:sz w:val="16"/>
                <w:szCs w:val="16"/>
              </w:rPr>
              <w:t>Эмоционально-психологичес</w:t>
            </w:r>
            <w:r w:rsidRPr="00F24016">
              <w:rPr>
                <w:sz w:val="18"/>
                <w:szCs w:val="18"/>
              </w:rPr>
              <w:t>к</w:t>
            </w:r>
            <w:r w:rsidRPr="00D807F3">
              <w:rPr>
                <w:sz w:val="16"/>
                <w:szCs w:val="16"/>
              </w:rPr>
              <w:t>ий</w:t>
            </w: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8B79AB">
              <w:rPr>
                <w:sz w:val="20"/>
                <w:szCs w:val="20"/>
              </w:rPr>
              <w:t>Создает благоприятный психологический климат при организации образовательной деятельности,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3D5872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2. Развивает с</w:t>
            </w:r>
            <w:r>
              <w:rPr>
                <w:sz w:val="20"/>
                <w:szCs w:val="20"/>
              </w:rPr>
              <w:t xml:space="preserve">пособность к обучению, интеллектуальной, творческой </w:t>
            </w:r>
            <w:r w:rsidRPr="008B79AB">
              <w:rPr>
                <w:sz w:val="20"/>
                <w:szCs w:val="20"/>
              </w:rPr>
              <w:t xml:space="preserve">деятельности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3. Формирует эмоционально-эстетическую, учебно-познавательную мотивацию обучающихся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283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5B420E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5B420E">
            <w:pPr>
              <w:ind w:right="113"/>
              <w:jc w:val="center"/>
              <w:rPr>
                <w:sz w:val="18"/>
                <w:szCs w:val="18"/>
              </w:rPr>
            </w:pPr>
            <w:r w:rsidRPr="00F24016">
              <w:rPr>
                <w:sz w:val="18"/>
                <w:szCs w:val="18"/>
              </w:rPr>
              <w:t>Регуллятивный</w:t>
            </w: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5. Формулирует цели и задачи профессиональной деятельности на формирование предметных и метапредметных результатов, личностное развитие обучающихся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6. Ориентирует цели профессиональной деятельности на формирование исполнительских навыков, на личностное развитие обучающихся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7. </w:t>
            </w:r>
            <w:r w:rsidRPr="008B79AB">
              <w:rPr>
                <w:color w:val="000000"/>
                <w:sz w:val="20"/>
                <w:szCs w:val="20"/>
              </w:rPr>
              <w:t>О</w:t>
            </w:r>
            <w:r w:rsidRPr="008B79AB">
              <w:rPr>
                <w:sz w:val="20"/>
                <w:szCs w:val="20"/>
              </w:rPr>
              <w:t>беспечивает профессиональное исполнение музыкального материала на уроках, экзаменах, зачетах, концертах (спектаклях)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295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804F36">
            <w:pPr>
              <w:jc w:val="both"/>
              <w:rPr>
                <w:color w:val="000000"/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8.</w:t>
            </w:r>
            <w:r w:rsidRPr="008B79A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Применяе</w:t>
            </w:r>
            <w:r w:rsidRPr="008B79AB">
              <w:rPr>
                <w:sz w:val="20"/>
                <w:szCs w:val="20"/>
              </w:rPr>
              <w:t>т в образовательн</w:t>
            </w:r>
            <w:r>
              <w:rPr>
                <w:sz w:val="20"/>
                <w:szCs w:val="20"/>
              </w:rPr>
              <w:t>ой деятельности</w:t>
            </w:r>
            <w:r w:rsidRPr="008B79AB">
              <w:rPr>
                <w:sz w:val="20"/>
                <w:szCs w:val="20"/>
              </w:rPr>
              <w:t xml:space="preserve"> современные образовательные технологии (здоровьесберегающие, развивающие и др.)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55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A619E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24016">
              <w:rPr>
                <w:sz w:val="18"/>
                <w:szCs w:val="18"/>
              </w:rPr>
              <w:t>Социальный</w:t>
            </w:r>
          </w:p>
        </w:tc>
        <w:tc>
          <w:tcPr>
            <w:tcW w:w="9345" w:type="dxa"/>
          </w:tcPr>
          <w:p w:rsidR="0053342E" w:rsidRPr="008B79AB" w:rsidRDefault="0053342E" w:rsidP="008B79AB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9. Развивает коммуникативные способности у об</w:t>
            </w:r>
            <w:r>
              <w:rPr>
                <w:sz w:val="20"/>
                <w:szCs w:val="20"/>
              </w:rPr>
              <w:t>учающихся</w:t>
            </w:r>
            <w:r w:rsidRPr="008B79AB">
              <w:rPr>
                <w:sz w:val="20"/>
                <w:szCs w:val="20"/>
              </w:rPr>
              <w:t xml:space="preserve">, формирует коллектив обучающихся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83"/>
        </w:trPr>
        <w:tc>
          <w:tcPr>
            <w:tcW w:w="720" w:type="dxa"/>
            <w:vMerge/>
            <w:vAlign w:val="center"/>
          </w:tcPr>
          <w:p w:rsidR="0053342E" w:rsidRPr="00F24016" w:rsidRDefault="0053342E" w:rsidP="005B420E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EF1A35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 xml:space="preserve"> </w:t>
            </w:r>
            <w:r w:rsidRPr="008B79AB">
              <w:rPr>
                <w:sz w:val="20"/>
                <w:szCs w:val="20"/>
              </w:rPr>
              <w:t xml:space="preserve">Применяет дифференцированный и индивидуальный подходы к обучению и воспитанию, сопровождает обучающихся с особыми образовательными потребностями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37"/>
        </w:trPr>
        <w:tc>
          <w:tcPr>
            <w:tcW w:w="720" w:type="dxa"/>
            <w:vMerge/>
            <w:vAlign w:val="center"/>
          </w:tcPr>
          <w:p w:rsidR="0053342E" w:rsidRPr="00F24016" w:rsidRDefault="0053342E" w:rsidP="005B420E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EF1A35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11</w:t>
            </w:r>
            <w:r>
              <w:rPr>
                <w:sz w:val="19"/>
                <w:szCs w:val="19"/>
              </w:rPr>
              <w:t>.</w:t>
            </w:r>
            <w:r w:rsidRPr="007E4E5F">
              <w:rPr>
                <w:sz w:val="20"/>
                <w:szCs w:val="20"/>
              </w:rPr>
              <w:t xml:space="preserve"> Способствует развитию и деятельности </w:t>
            </w:r>
            <w:r>
              <w:rPr>
                <w:sz w:val="20"/>
                <w:szCs w:val="20"/>
              </w:rPr>
              <w:t>детских творческих коллективов, объединений, развитию концертной деятельности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71"/>
        </w:trPr>
        <w:tc>
          <w:tcPr>
            <w:tcW w:w="720" w:type="dxa"/>
            <w:vMerge/>
            <w:vAlign w:val="center"/>
          </w:tcPr>
          <w:p w:rsidR="0053342E" w:rsidRPr="00F24016" w:rsidRDefault="0053342E" w:rsidP="005B420E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12.</w:t>
            </w:r>
            <w:r>
              <w:rPr>
                <w:sz w:val="20"/>
                <w:szCs w:val="20"/>
              </w:rPr>
              <w:t xml:space="preserve"> </w:t>
            </w:r>
            <w:r w:rsidRPr="008B79AB">
              <w:rPr>
                <w:sz w:val="20"/>
                <w:szCs w:val="20"/>
              </w:rPr>
              <w:t>Имеет свидетельства общественного признания профессиональных успехов (участие в концертах, творческих мероприятиях, просветительской деятельности, отзывы, грамоты, благодарности, публикации в СМИ и др.)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A619E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24016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13. </w:t>
            </w:r>
            <w:r w:rsidRPr="00A619E8">
              <w:rPr>
                <w:sz w:val="20"/>
                <w:szCs w:val="20"/>
              </w:rPr>
              <w:t>По итогам мониторингов</w:t>
            </w:r>
            <w:r>
              <w:rPr>
                <w:sz w:val="20"/>
                <w:szCs w:val="20"/>
              </w:rPr>
              <w:t>,</w:t>
            </w:r>
            <w:r w:rsidRPr="00A619E8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A619E8">
              <w:rPr>
                <w:sz w:val="20"/>
                <w:szCs w:val="20"/>
              </w:rPr>
              <w:t xml:space="preserve"> имеет стабильные</w:t>
            </w:r>
            <w:r w:rsidRPr="00A619E8">
              <w:rPr>
                <w:color w:val="000000"/>
                <w:sz w:val="20"/>
                <w:szCs w:val="20"/>
              </w:rPr>
              <w:t xml:space="preserve"> результаты освоения всеми </w:t>
            </w:r>
            <w:r w:rsidRPr="00A619E8">
              <w:rPr>
                <w:sz w:val="20"/>
                <w:szCs w:val="20"/>
              </w:rPr>
              <w:t xml:space="preserve">обучающимися </w:t>
            </w:r>
            <w:r w:rsidRPr="00A619E8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A619E8">
              <w:rPr>
                <w:sz w:val="20"/>
                <w:szCs w:val="20"/>
              </w:rPr>
              <w:t xml:space="preserve">(1 б.), достижение обучающимися положительной динамики результатов освоения </w:t>
            </w:r>
            <w:r w:rsidRPr="00A619E8">
              <w:rPr>
                <w:color w:val="000000"/>
                <w:sz w:val="20"/>
                <w:szCs w:val="20"/>
              </w:rPr>
              <w:t xml:space="preserve">образовательных программ </w:t>
            </w:r>
            <w:r w:rsidRPr="00A619E8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30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правительства РФ (от 05.08.2013г., №</w:t>
            </w:r>
            <w:r>
              <w:rPr>
                <w:sz w:val="20"/>
                <w:szCs w:val="20"/>
              </w:rPr>
              <w:t xml:space="preserve"> 662) имеет стабильные положительные </w:t>
            </w:r>
            <w:r w:rsidRPr="008B79AB">
              <w:rPr>
                <w:sz w:val="20"/>
                <w:szCs w:val="20"/>
              </w:rPr>
              <w:t>результаты освоения обучающимися образовательных программ (1 б.), достижение обучающимися положительной динамики результатов освоения образовательных программ (2 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30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15. Осуществ</w:t>
            </w:r>
            <w:r>
              <w:rPr>
                <w:sz w:val="20"/>
                <w:szCs w:val="20"/>
              </w:rPr>
              <w:t xml:space="preserve">ляет мониторинг образовательных </w:t>
            </w:r>
            <w:r w:rsidRPr="008B79AB">
              <w:rPr>
                <w:sz w:val="20"/>
                <w:szCs w:val="20"/>
              </w:rPr>
              <w:t>достижений обучающихся на уровне сформированности универсальных учебных действий, их творческой деятельности, личностного развития обучающихся</w:t>
            </w:r>
            <w:r>
              <w:rPr>
                <w:sz w:val="20"/>
                <w:szCs w:val="20"/>
              </w:rPr>
              <w:t xml:space="preserve"> (в т.ч. концертной, выставочной деятельности)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30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color w:val="000000"/>
                <w:sz w:val="20"/>
                <w:szCs w:val="20"/>
              </w:rPr>
            </w:pPr>
            <w:r w:rsidRPr="008B79AB">
              <w:rPr>
                <w:color w:val="000000"/>
                <w:sz w:val="20"/>
                <w:szCs w:val="20"/>
              </w:rPr>
              <w:t>16.</w:t>
            </w:r>
            <w:r w:rsidRPr="008B79AB">
              <w:rPr>
                <w:sz w:val="20"/>
                <w:szCs w:val="20"/>
              </w:rPr>
              <w:t xml:space="preserve"> Разрабатывает дидактические и методические, контрольно-измерительные материалы в соответствии с требованиями Основной образовательной программы образовательной организации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32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A619E8">
            <w:pPr>
              <w:ind w:left="113" w:right="113"/>
              <w:jc w:val="center"/>
              <w:rPr>
                <w:sz w:val="18"/>
                <w:szCs w:val="18"/>
              </w:rPr>
            </w:pPr>
            <w:r w:rsidRPr="00F24016">
              <w:rPr>
                <w:sz w:val="18"/>
                <w:szCs w:val="18"/>
              </w:rPr>
              <w:t>Творческий</w:t>
            </w: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18. Вовлекает обучающихся во внеурочную, внеклассную деятельность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340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A619E8" w:rsidRDefault="0053342E" w:rsidP="00A619E8">
            <w:pPr>
              <w:jc w:val="both"/>
              <w:rPr>
                <w:color w:val="000000"/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19. Привлекает обучающихся </w:t>
            </w:r>
            <w:r w:rsidRPr="008B79AB">
              <w:rPr>
                <w:color w:val="000000"/>
                <w:sz w:val="20"/>
                <w:szCs w:val="20"/>
              </w:rPr>
              <w:t xml:space="preserve">к участию </w:t>
            </w:r>
            <w:r w:rsidRPr="008B79AB">
              <w:rPr>
                <w:sz w:val="20"/>
                <w:szCs w:val="20"/>
              </w:rPr>
              <w:t>в концертных программах, спектакле, концертной композиции, цирковом, эстрадном представлении, участие в концертных программах оркестра, ансамбля, хора и др.</w:t>
            </w:r>
            <w:r>
              <w:rPr>
                <w:color w:val="000000"/>
                <w:sz w:val="20"/>
                <w:szCs w:val="20"/>
              </w:rPr>
              <w:t xml:space="preserve"> 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B171A7">
        <w:trPr>
          <w:trHeight w:hRule="exact" w:val="459"/>
        </w:trPr>
        <w:tc>
          <w:tcPr>
            <w:tcW w:w="720" w:type="dxa"/>
            <w:vMerge/>
            <w:vAlign w:val="center"/>
          </w:tcPr>
          <w:p w:rsidR="0053342E" w:rsidRPr="00F24016" w:rsidRDefault="0053342E" w:rsidP="00A619E8">
            <w:pPr>
              <w:rPr>
                <w:sz w:val="18"/>
                <w:szCs w:val="18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265"/>
        </w:trPr>
        <w:tc>
          <w:tcPr>
            <w:tcW w:w="720" w:type="dxa"/>
            <w:vMerge w:val="restart"/>
            <w:textDirection w:val="btLr"/>
          </w:tcPr>
          <w:p w:rsidR="0053342E" w:rsidRPr="00F24016" w:rsidRDefault="0053342E" w:rsidP="00F2401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345" w:type="dxa"/>
          </w:tcPr>
          <w:p w:rsidR="0053342E" w:rsidRPr="008B79AB" w:rsidRDefault="0053342E" w:rsidP="00804F36">
            <w:pPr>
              <w:jc w:val="both"/>
              <w:rPr>
                <w:sz w:val="20"/>
                <w:szCs w:val="20"/>
              </w:rPr>
            </w:pPr>
            <w:r w:rsidRPr="008B79AB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8B79AB">
              <w:rPr>
                <w:sz w:val="20"/>
                <w:szCs w:val="20"/>
              </w:rPr>
              <w:t>(1 б.), в разработке программно-методического сопровождения</w:t>
            </w:r>
            <w:r>
              <w:rPr>
                <w:sz w:val="20"/>
                <w:szCs w:val="20"/>
              </w:rPr>
              <w:t xml:space="preserve"> </w:t>
            </w:r>
            <w:r w:rsidRPr="008B79AB">
              <w:rPr>
                <w:sz w:val="20"/>
                <w:szCs w:val="20"/>
              </w:rPr>
              <w:t>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8B79AB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265"/>
        </w:trPr>
        <w:tc>
          <w:tcPr>
            <w:tcW w:w="720" w:type="dxa"/>
            <w:vMerge/>
            <w:textDirection w:val="btLr"/>
          </w:tcPr>
          <w:p w:rsidR="0053342E" w:rsidRPr="008B79AB" w:rsidRDefault="0053342E" w:rsidP="00A619E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color w:val="000000"/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8B79AB" w:rsidRDefault="0053342E" w:rsidP="00A619E8">
            <w:pPr>
              <w:rPr>
                <w:szCs w:val="20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8B79AB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8B79A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720" w:type="dxa"/>
            <w:vMerge/>
            <w:vAlign w:val="center"/>
          </w:tcPr>
          <w:p w:rsidR="0053342E" w:rsidRPr="008B79AB" w:rsidRDefault="0053342E" w:rsidP="00A619E8">
            <w:pPr>
              <w:rPr>
                <w:szCs w:val="20"/>
              </w:rPr>
            </w:pPr>
          </w:p>
        </w:tc>
        <w:tc>
          <w:tcPr>
            <w:tcW w:w="9345" w:type="dxa"/>
          </w:tcPr>
          <w:p w:rsidR="0053342E" w:rsidRPr="008B79AB" w:rsidRDefault="0053342E" w:rsidP="00A619E8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  <w:tr w:rsidR="0053342E" w:rsidRPr="005B0578" w:rsidTr="00966DB7">
        <w:trPr>
          <w:trHeight w:val="161"/>
        </w:trPr>
        <w:tc>
          <w:tcPr>
            <w:tcW w:w="10065" w:type="dxa"/>
            <w:gridSpan w:val="2"/>
          </w:tcPr>
          <w:p w:rsidR="0053342E" w:rsidRDefault="0053342E" w:rsidP="006E7473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53342E" w:rsidRPr="004B060C" w:rsidRDefault="0053342E" w:rsidP="006E7473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</w:p>
          <w:p w:rsidR="0053342E" w:rsidRDefault="0053342E" w:rsidP="006E74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53342E" w:rsidRDefault="0053342E" w:rsidP="006E74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  <w:bookmarkStart w:id="0" w:name="_GoBack"/>
            <w:bookmarkEnd w:id="0"/>
          </w:p>
          <w:p w:rsidR="0053342E" w:rsidRPr="008B79AB" w:rsidRDefault="0053342E" w:rsidP="007F6781">
            <w:pPr>
              <w:jc w:val="both"/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3342E" w:rsidRPr="005B0578" w:rsidRDefault="0053342E" w:rsidP="00A619E8">
            <w:pPr>
              <w:jc w:val="center"/>
            </w:pPr>
          </w:p>
        </w:tc>
      </w:tr>
    </w:tbl>
    <w:p w:rsidR="0053342E" w:rsidRDefault="0053342E" w:rsidP="00CA6436">
      <w:pPr>
        <w:ind w:left="-993"/>
      </w:pPr>
      <w:r>
        <w:t>С нормативно-правовыми документами по аттестации педагогических работников ознакомлен (а)</w:t>
      </w:r>
    </w:p>
    <w:p w:rsidR="0053342E" w:rsidRDefault="0053342E" w:rsidP="00CA6436">
      <w:pPr>
        <w:ind w:left="-993"/>
        <w:jc w:val="both"/>
      </w:pPr>
      <w:r>
        <w:t>«_____» __________________ 20____г.</w:t>
      </w:r>
    </w:p>
    <w:p w:rsidR="0053342E" w:rsidRDefault="0053342E" w:rsidP="00CA6436">
      <w:pPr>
        <w:ind w:left="-993"/>
        <w:jc w:val="both"/>
      </w:pPr>
    </w:p>
    <w:p w:rsidR="0053342E" w:rsidRPr="00CE71B7" w:rsidRDefault="0053342E" w:rsidP="00CA6436">
      <w:pPr>
        <w:ind w:left="-993"/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53342E" w:rsidRDefault="0053342E" w:rsidP="00CA643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53342E" w:rsidRDefault="0053342E" w:rsidP="00CA6436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53342E" w:rsidRDefault="0053342E" w:rsidP="00CA6436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1134" w:firstLine="1134"/>
        <w:rPr>
          <w:b/>
          <w:sz w:val="28"/>
          <w:szCs w:val="28"/>
        </w:rPr>
      </w:pPr>
    </w:p>
    <w:p w:rsidR="0053342E" w:rsidRDefault="0053342E" w:rsidP="00CA6436">
      <w:pPr>
        <w:ind w:left="-1134" w:firstLine="1134"/>
        <w:rPr>
          <w:b/>
          <w:sz w:val="28"/>
          <w:szCs w:val="28"/>
        </w:rPr>
      </w:pPr>
    </w:p>
    <w:p w:rsidR="0053342E" w:rsidRDefault="0053342E" w:rsidP="00CA6436">
      <w:pPr>
        <w:ind w:left="-1134" w:firstLine="1134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ind w:left="-993"/>
        <w:jc w:val="center"/>
        <w:rPr>
          <w:b/>
          <w:sz w:val="28"/>
          <w:szCs w:val="28"/>
        </w:rPr>
      </w:pPr>
    </w:p>
    <w:p w:rsidR="0053342E" w:rsidRDefault="0053342E" w:rsidP="00CA6436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53342E" w:rsidRPr="009A0D2E" w:rsidRDefault="0053342E" w:rsidP="00CA6436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53342E" w:rsidRDefault="0053342E" w:rsidP="00CA643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342E" w:rsidRPr="006E5B9F" w:rsidRDefault="0053342E" w:rsidP="00CA6436">
      <w:pPr>
        <w:jc w:val="both"/>
      </w:pPr>
      <w:r w:rsidRPr="006E5B9F">
        <w:t xml:space="preserve"> </w:t>
      </w:r>
    </w:p>
    <w:p w:rsidR="0053342E" w:rsidRPr="006E5B9F" w:rsidRDefault="0053342E" w:rsidP="00CA6436">
      <w:pPr>
        <w:jc w:val="both"/>
      </w:pPr>
      <w:r w:rsidRPr="006E5B9F">
        <w:t>Подпись аттестующегося___________________________</w:t>
      </w:r>
    </w:p>
    <w:p w:rsidR="0053342E" w:rsidRDefault="0053342E" w:rsidP="00CA6436">
      <w:pPr>
        <w:jc w:val="both"/>
      </w:pPr>
    </w:p>
    <w:p w:rsidR="0053342E" w:rsidRPr="006E5B9F" w:rsidRDefault="0053342E" w:rsidP="00CA6436">
      <w:pPr>
        <w:jc w:val="both"/>
      </w:pPr>
      <w:r w:rsidRPr="006E5B9F">
        <w:t>Дата «_____» ____________________20 ___г.</w:t>
      </w:r>
    </w:p>
    <w:p w:rsidR="0053342E" w:rsidRPr="006E5B9F" w:rsidRDefault="0053342E" w:rsidP="00CA6436">
      <w:pPr>
        <w:jc w:val="both"/>
      </w:pPr>
    </w:p>
    <w:p w:rsidR="0053342E" w:rsidRPr="006E5B9F" w:rsidRDefault="0053342E" w:rsidP="00CA6436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53342E" w:rsidRPr="006E5B9F" w:rsidRDefault="0053342E" w:rsidP="00CA6436">
      <w:pPr>
        <w:jc w:val="both"/>
      </w:pPr>
      <w:r w:rsidRPr="006E5B9F">
        <w:t>_________________________________________________________________________________</w:t>
      </w:r>
    </w:p>
    <w:p w:rsidR="0053342E" w:rsidRPr="006E5B9F" w:rsidRDefault="0053342E" w:rsidP="00CA6436">
      <w:pPr>
        <w:jc w:val="both"/>
      </w:pPr>
      <w:r w:rsidRPr="006E5B9F">
        <w:t>_________________________________________________________________________________</w:t>
      </w:r>
    </w:p>
    <w:p w:rsidR="0053342E" w:rsidRPr="006E5B9F" w:rsidRDefault="0053342E" w:rsidP="00CA6436">
      <w:pPr>
        <w:jc w:val="both"/>
      </w:pPr>
      <w:r w:rsidRPr="006E5B9F">
        <w:t>_________________________________________________________________________________</w:t>
      </w:r>
    </w:p>
    <w:p w:rsidR="0053342E" w:rsidRPr="006E5B9F" w:rsidRDefault="0053342E" w:rsidP="00CA6436">
      <w:pPr>
        <w:jc w:val="both"/>
      </w:pPr>
      <w:r w:rsidRPr="006E5B9F">
        <w:t>_________________________________________________________________________________</w:t>
      </w:r>
    </w:p>
    <w:p w:rsidR="0053342E" w:rsidRPr="006E5B9F" w:rsidRDefault="0053342E" w:rsidP="00CA6436">
      <w:pPr>
        <w:jc w:val="both"/>
      </w:pPr>
      <w:r w:rsidRPr="006E5B9F">
        <w:t>_________________________________________________________________________________</w:t>
      </w:r>
    </w:p>
    <w:p w:rsidR="0053342E" w:rsidRDefault="0053342E" w:rsidP="00CA6436"/>
    <w:p w:rsidR="0053342E" w:rsidRPr="006E5B9F" w:rsidRDefault="0053342E" w:rsidP="00CA6436">
      <w:r w:rsidRPr="006E5B9F">
        <w:t>Руководитель ОО: ___________________________________________</w:t>
      </w:r>
    </w:p>
    <w:p w:rsidR="0053342E" w:rsidRPr="006E5B9F" w:rsidRDefault="0053342E" w:rsidP="00CA6436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53342E" w:rsidRPr="006E5B9F" w:rsidRDefault="0053342E" w:rsidP="00CA6436">
      <w:pPr>
        <w:jc w:val="both"/>
      </w:pPr>
      <w:r w:rsidRPr="006E5B9F">
        <w:t>Дата «_____» ____________________20 ___г.</w:t>
      </w:r>
    </w:p>
    <w:p w:rsidR="0053342E" w:rsidRDefault="0053342E" w:rsidP="00CA6436"/>
    <w:p w:rsidR="0053342E" w:rsidRDefault="0053342E" w:rsidP="00CA6436">
      <w:r>
        <w:t xml:space="preserve">С рекомендациями ознакомлен (а): __________________________________________________ </w:t>
      </w:r>
    </w:p>
    <w:p w:rsidR="0053342E" w:rsidRPr="00CC3921" w:rsidRDefault="0053342E" w:rsidP="00CA6436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53342E" w:rsidRDefault="0053342E" w:rsidP="00CA6436">
      <w:pPr>
        <w:jc w:val="both"/>
        <w:rPr>
          <w:sz w:val="28"/>
          <w:szCs w:val="28"/>
        </w:rPr>
      </w:pPr>
      <w:r>
        <w:t>«____»_______________20___ года</w:t>
      </w:r>
    </w:p>
    <w:p w:rsidR="0053342E" w:rsidRDefault="0053342E" w:rsidP="00CA6436">
      <w:pPr>
        <w:pStyle w:val="NoSpacing"/>
        <w:rPr>
          <w:sz w:val="20"/>
          <w:szCs w:val="20"/>
        </w:rPr>
      </w:pPr>
    </w:p>
    <w:p w:rsidR="0053342E" w:rsidRDefault="0053342E" w:rsidP="00CA6436">
      <w:pPr>
        <w:pStyle w:val="NoSpacing"/>
        <w:rPr>
          <w:sz w:val="20"/>
          <w:szCs w:val="20"/>
        </w:rPr>
      </w:pPr>
    </w:p>
    <w:p w:rsidR="0053342E" w:rsidRPr="0068532A" w:rsidRDefault="0053342E" w:rsidP="00CA6436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53342E" w:rsidRPr="00384CE6" w:rsidRDefault="0053342E" w:rsidP="00CA643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53342E" w:rsidRPr="00384CE6" w:rsidRDefault="0053342E" w:rsidP="00CA643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53342E" w:rsidRPr="00516F42" w:rsidRDefault="0053342E" w:rsidP="00CA6436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53342E" w:rsidRPr="00D71BEB" w:rsidRDefault="0053342E" w:rsidP="004D10E1">
      <w:pPr>
        <w:ind w:left="-993"/>
        <w:jc w:val="both"/>
        <w:rPr>
          <w:b/>
          <w:sz w:val="20"/>
          <w:szCs w:val="20"/>
        </w:rPr>
      </w:pPr>
    </w:p>
    <w:sectPr w:rsidR="0053342E" w:rsidRPr="00D71BEB" w:rsidSect="00CA6436">
      <w:pgSz w:w="11906" w:h="16838"/>
      <w:pgMar w:top="567" w:right="746" w:bottom="1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20E"/>
    <w:rsid w:val="000E2D8A"/>
    <w:rsid w:val="001803A9"/>
    <w:rsid w:val="001E3097"/>
    <w:rsid w:val="002141DD"/>
    <w:rsid w:val="002B6FAB"/>
    <w:rsid w:val="002E0E20"/>
    <w:rsid w:val="002E47D4"/>
    <w:rsid w:val="002E562C"/>
    <w:rsid w:val="002E68BB"/>
    <w:rsid w:val="00332480"/>
    <w:rsid w:val="00384CE6"/>
    <w:rsid w:val="003D1E0A"/>
    <w:rsid w:val="003D5872"/>
    <w:rsid w:val="004A0D90"/>
    <w:rsid w:val="004B060C"/>
    <w:rsid w:val="004B0714"/>
    <w:rsid w:val="004C1EB9"/>
    <w:rsid w:val="004D10E1"/>
    <w:rsid w:val="00516F42"/>
    <w:rsid w:val="0053342E"/>
    <w:rsid w:val="005859BD"/>
    <w:rsid w:val="005B0578"/>
    <w:rsid w:val="005B420E"/>
    <w:rsid w:val="00644B6B"/>
    <w:rsid w:val="006763B4"/>
    <w:rsid w:val="0068532A"/>
    <w:rsid w:val="006A378A"/>
    <w:rsid w:val="006E5B9F"/>
    <w:rsid w:val="006E7473"/>
    <w:rsid w:val="00782B6A"/>
    <w:rsid w:val="007E4E5F"/>
    <w:rsid w:val="007F6781"/>
    <w:rsid w:val="00804F36"/>
    <w:rsid w:val="00841844"/>
    <w:rsid w:val="0088429B"/>
    <w:rsid w:val="008B79AB"/>
    <w:rsid w:val="00966DB7"/>
    <w:rsid w:val="009A0D2E"/>
    <w:rsid w:val="00A619E8"/>
    <w:rsid w:val="00AC455E"/>
    <w:rsid w:val="00B05AAD"/>
    <w:rsid w:val="00B171A7"/>
    <w:rsid w:val="00B205F5"/>
    <w:rsid w:val="00B27CE5"/>
    <w:rsid w:val="00B907C3"/>
    <w:rsid w:val="00BA7860"/>
    <w:rsid w:val="00BD05DE"/>
    <w:rsid w:val="00C04DFA"/>
    <w:rsid w:val="00C4050E"/>
    <w:rsid w:val="00C84556"/>
    <w:rsid w:val="00CA6436"/>
    <w:rsid w:val="00CC3921"/>
    <w:rsid w:val="00CE71B7"/>
    <w:rsid w:val="00D71BEB"/>
    <w:rsid w:val="00D807F3"/>
    <w:rsid w:val="00DA0083"/>
    <w:rsid w:val="00DD5846"/>
    <w:rsid w:val="00E134E7"/>
    <w:rsid w:val="00E17DEF"/>
    <w:rsid w:val="00E64182"/>
    <w:rsid w:val="00EF1A35"/>
    <w:rsid w:val="00F24016"/>
    <w:rsid w:val="00FC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E56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04D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4DFA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CA643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2</Pages>
  <Words>1025</Words>
  <Characters>5849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27</cp:revision>
  <cp:lastPrinted>2016-03-02T07:20:00Z</cp:lastPrinted>
  <dcterms:created xsi:type="dcterms:W3CDTF">2016-02-15T11:23:00Z</dcterms:created>
  <dcterms:modified xsi:type="dcterms:W3CDTF">2017-01-24T09:30:00Z</dcterms:modified>
</cp:coreProperties>
</file>