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F8" w:rsidRPr="00007D25" w:rsidRDefault="00362AF8" w:rsidP="00007D2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362AF8" w:rsidRDefault="00362AF8" w:rsidP="00D21B04"/>
    <w:p w:rsidR="00362AF8" w:rsidRPr="00840A5B" w:rsidRDefault="00362AF8" w:rsidP="00D21B04">
      <w:bookmarkStart w:id="0" w:name="_GoBack"/>
      <w:bookmarkEnd w:id="0"/>
      <w:r w:rsidRPr="00840A5B">
        <w:t>ФИО аттестующегося</w:t>
      </w:r>
      <w:r w:rsidRPr="00840A5B">
        <w:rPr>
          <w:i/>
        </w:rPr>
        <w:t xml:space="preserve"> </w:t>
      </w:r>
      <w:r w:rsidRPr="00840A5B">
        <w:rPr>
          <w:b/>
        </w:rPr>
        <w:t>педагога-психолога:</w:t>
      </w:r>
      <w:r w:rsidRPr="00840A5B">
        <w:t xml:space="preserve"> ________________________________________</w:t>
      </w:r>
      <w:r>
        <w:t>__</w:t>
      </w:r>
    </w:p>
    <w:p w:rsidR="00362AF8" w:rsidRPr="00280987" w:rsidRDefault="00362AF8" w:rsidP="00840A5B">
      <w:pPr>
        <w:jc w:val="both"/>
        <w:rPr>
          <w:sz w:val="20"/>
          <w:szCs w:val="20"/>
        </w:rPr>
      </w:pPr>
      <w:r w:rsidRPr="00840A5B">
        <w:t>ОУ, территория: _____________________________________</w:t>
      </w:r>
      <w:r>
        <w:t>_____________________________</w:t>
      </w:r>
    </w:p>
    <w:tbl>
      <w:tblPr>
        <w:tblW w:w="1056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133"/>
        <w:gridCol w:w="720"/>
      </w:tblGrid>
      <w:tr w:rsidR="00362AF8" w:rsidRPr="003B3085" w:rsidTr="001D1BFB">
        <w:trPr>
          <w:trHeight w:val="161"/>
        </w:trPr>
        <w:tc>
          <w:tcPr>
            <w:tcW w:w="709" w:type="dxa"/>
          </w:tcPr>
          <w:p w:rsidR="00362AF8" w:rsidRPr="00C4050E" w:rsidRDefault="00362AF8" w:rsidP="005B4895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362AF8" w:rsidRPr="00AC455E" w:rsidRDefault="00362AF8" w:rsidP="005B489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133" w:type="dxa"/>
          </w:tcPr>
          <w:p w:rsidR="00362AF8" w:rsidRDefault="00362AF8" w:rsidP="005B4895">
            <w:pPr>
              <w:jc w:val="center"/>
              <w:rPr>
                <w:sz w:val="20"/>
                <w:szCs w:val="20"/>
              </w:rPr>
            </w:pPr>
          </w:p>
          <w:p w:rsidR="00362AF8" w:rsidRPr="00AC455E" w:rsidRDefault="00362AF8" w:rsidP="005B4895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362AF8" w:rsidRPr="00AC455E" w:rsidRDefault="00362AF8" w:rsidP="005B48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62AF8" w:rsidRPr="00AC455E" w:rsidRDefault="00362AF8" w:rsidP="005B4895">
            <w:pPr>
              <w:jc w:val="center"/>
              <w:rPr>
                <w:sz w:val="20"/>
                <w:szCs w:val="20"/>
              </w:rPr>
            </w:pPr>
          </w:p>
          <w:p w:rsidR="00362AF8" w:rsidRPr="00AC455E" w:rsidRDefault="00362AF8" w:rsidP="005B4895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EF0D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Эмоционально-психологический</w:t>
            </w: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1. Создает благоприятный психологический климат в коллективе обучающихся и/или педагогов, атмосферу взаимопонимания, толерантности, взаимопомощи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2. Участвует в формировании психологической культуры обучающихся, педагогических работников и родителей (лиц их заменяющих)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3. Создает условия, обеспечивающие сохранение психического, соматического и социального благополучия обучающихся, формирует мотивацию обучающихся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2157BD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EF0D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133" w:type="dxa"/>
          </w:tcPr>
          <w:p w:rsidR="00362AF8" w:rsidRPr="008D7DE4" w:rsidRDefault="00362AF8" w:rsidP="003E2B1C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5. Обосновывает педагогическую деятельность с позиции нормативно-правовых документов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3B3085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6. Разрабатывает программно-методическую документацию в соответствии с целями профессиональной деятельности и нормативными требованиями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7. Ориентирует цели и задачи профессиональной деятельности на формирование универсальных учебных (познавательных) действий, интегративных качеств, на личностное развитие обучающихся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AB6DB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8. Проводит диагностическую, консультативную, развивающую и психокоррекционную работу в образовательно</w:t>
            </w:r>
            <w:r>
              <w:rPr>
                <w:sz w:val="20"/>
                <w:szCs w:val="20"/>
              </w:rPr>
              <w:t>й</w:t>
            </w:r>
            <w:r w:rsidRPr="008D7D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</w:t>
            </w:r>
            <w:r w:rsidRPr="008D7DE4">
              <w:rPr>
                <w:sz w:val="20"/>
                <w:szCs w:val="20"/>
              </w:rPr>
              <w:t xml:space="preserve"> (1 б.), внедряет в образовательную деятельность современные образовательные технологии (2 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260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3E2B1C">
            <w:pPr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Социальный</w:t>
            </w: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9. Осуществляет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  <w:r w:rsidRPr="008D7DE4">
              <w:rPr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205"/>
        </w:trPr>
        <w:tc>
          <w:tcPr>
            <w:tcW w:w="709" w:type="dxa"/>
            <w:vMerge/>
            <w:textDirection w:val="btLr"/>
          </w:tcPr>
          <w:p w:rsidR="00362AF8" w:rsidRPr="005B4895" w:rsidRDefault="00362AF8" w:rsidP="003E2B1C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FA5B3F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10. Осуществляет психолого-педагогическое, социально-педагогическое и др. сопровождение социальных проектов в образовательно</w:t>
            </w:r>
            <w:r>
              <w:rPr>
                <w:sz w:val="20"/>
                <w:szCs w:val="20"/>
              </w:rPr>
              <w:t>й</w:t>
            </w:r>
            <w:r w:rsidRPr="008D7D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240"/>
        </w:trPr>
        <w:tc>
          <w:tcPr>
            <w:tcW w:w="709" w:type="dxa"/>
            <w:vMerge/>
            <w:textDirection w:val="btLr"/>
          </w:tcPr>
          <w:p w:rsidR="00362AF8" w:rsidRPr="005B4895" w:rsidRDefault="00362AF8" w:rsidP="003E2B1C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60"/>
        </w:trPr>
        <w:tc>
          <w:tcPr>
            <w:tcW w:w="709" w:type="dxa"/>
            <w:vMerge/>
            <w:textDirection w:val="btLr"/>
          </w:tcPr>
          <w:p w:rsidR="00362AF8" w:rsidRPr="005B4895" w:rsidRDefault="00362AF8" w:rsidP="003E2B1C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501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EF0D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13. Внедряет в образовательный процесс эффективные формы и методики психологического сопровождения обучающихся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30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3B3085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14. Создает условия для стабильных результатов освоения обучающимися образовательных программ (1 б.) и показателей стабильной положительной динамики их достижений (2 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30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color w:val="000000"/>
                <w:sz w:val="20"/>
                <w:szCs w:val="20"/>
              </w:rPr>
              <w:t>15.</w:t>
            </w:r>
            <w:r w:rsidRPr="008D7DE4">
              <w:rPr>
                <w:sz w:val="20"/>
                <w:szCs w:val="20"/>
              </w:rPr>
              <w:t xml:space="preserve"> Осуществляет мониторинг результатов профессиональной деятельности на уровне личностного, интеллектуального развития субъектов образовательного процесса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30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A13D40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16. Принимает участие в определении стратегии функционирования и развития образовательного учреждения на основании оценки эффективности образовательной деятельности педагогических работников и с учетом динамики развития личности обучающихся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EF0D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Творческий</w:t>
            </w:r>
          </w:p>
        </w:tc>
        <w:tc>
          <w:tcPr>
            <w:tcW w:w="9133" w:type="dxa"/>
          </w:tcPr>
          <w:p w:rsidR="00362AF8" w:rsidRPr="008D7DE4" w:rsidRDefault="00362AF8" w:rsidP="00F05F3D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276C5E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18. Мотивирует обучающихся и педагогических работников образовательного учреждения на участие в творческой, проектной деятельности </w:t>
            </w:r>
            <w:r w:rsidRPr="008D7DE4">
              <w:rPr>
                <w:color w:val="000000"/>
                <w:sz w:val="20"/>
                <w:szCs w:val="20"/>
              </w:rPr>
              <w:t>(в образ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D7DE4">
              <w:rPr>
                <w:color w:val="000000"/>
                <w:sz w:val="20"/>
                <w:szCs w:val="20"/>
              </w:rPr>
              <w:t xml:space="preserve"> организации - 1б., на муниципальном уровне – 2б.)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398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19. Осуществляет психологическую поддержку творчески одаренных обучающихся (воспитанников), участвует в организации развивающей среды образовательного учреждения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5B4895" w:rsidRDefault="00362AF8" w:rsidP="00EF0D62">
            <w:pPr>
              <w:rPr>
                <w:sz w:val="18"/>
                <w:szCs w:val="18"/>
              </w:rPr>
            </w:pP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20. Участвует в профессиональных конкурсах </w:t>
            </w:r>
            <w:r w:rsidRPr="008D7DE4">
              <w:rPr>
                <w:color w:val="000000"/>
                <w:sz w:val="20"/>
                <w:szCs w:val="20"/>
              </w:rPr>
              <w:t>(в образовательной организации - 1б., на муниципальном уровне – 2б.)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362AF8" w:rsidRPr="005B4895" w:rsidRDefault="00362AF8" w:rsidP="00EF0D62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895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133" w:type="dxa"/>
          </w:tcPr>
          <w:p w:rsidR="00362AF8" w:rsidRPr="008D7DE4" w:rsidRDefault="00362AF8" w:rsidP="00EA4EF3">
            <w:pPr>
              <w:jc w:val="both"/>
              <w:rPr>
                <w:sz w:val="20"/>
                <w:szCs w:val="20"/>
              </w:rPr>
            </w:pPr>
            <w:r w:rsidRPr="008D7DE4">
              <w:rPr>
                <w:color w:val="000000"/>
                <w:sz w:val="20"/>
                <w:szCs w:val="20"/>
              </w:rPr>
              <w:t xml:space="preserve">21. Активно участвует в работе методобъединений педагогических работников </w:t>
            </w:r>
            <w:r w:rsidRPr="008D7DE4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265"/>
        </w:trPr>
        <w:tc>
          <w:tcPr>
            <w:tcW w:w="709" w:type="dxa"/>
            <w:vMerge/>
            <w:textDirection w:val="btLr"/>
          </w:tcPr>
          <w:p w:rsidR="00362AF8" w:rsidRPr="003B3085" w:rsidRDefault="00362AF8" w:rsidP="00EF0D6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color w:val="000000"/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 xml:space="preserve">22. 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161"/>
        </w:trPr>
        <w:tc>
          <w:tcPr>
            <w:tcW w:w="709" w:type="dxa"/>
            <w:vMerge/>
            <w:vAlign w:val="center"/>
          </w:tcPr>
          <w:p w:rsidR="00362AF8" w:rsidRPr="003B3085" w:rsidRDefault="00362AF8" w:rsidP="00EF0D62">
            <w:pPr>
              <w:rPr>
                <w:sz w:val="20"/>
                <w:szCs w:val="20"/>
              </w:rPr>
            </w:pPr>
          </w:p>
        </w:tc>
        <w:tc>
          <w:tcPr>
            <w:tcW w:w="9133" w:type="dxa"/>
          </w:tcPr>
          <w:p w:rsidR="00362AF8" w:rsidRPr="008D7DE4" w:rsidRDefault="00362AF8" w:rsidP="00EF0D62">
            <w:pPr>
              <w:jc w:val="both"/>
              <w:rPr>
                <w:sz w:val="20"/>
                <w:szCs w:val="20"/>
              </w:rPr>
            </w:pPr>
            <w:r w:rsidRPr="008D7DE4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8D7DE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B3085" w:rsidTr="001D1BFB">
        <w:trPr>
          <w:trHeight w:val="401"/>
        </w:trPr>
        <w:tc>
          <w:tcPr>
            <w:tcW w:w="709" w:type="dxa"/>
            <w:vMerge/>
            <w:vAlign w:val="center"/>
          </w:tcPr>
          <w:p w:rsidR="00362AF8" w:rsidRPr="003B3085" w:rsidRDefault="00362AF8" w:rsidP="00EF0D62">
            <w:pPr>
              <w:rPr>
                <w:sz w:val="20"/>
                <w:szCs w:val="20"/>
              </w:rPr>
            </w:pPr>
          </w:p>
        </w:tc>
        <w:tc>
          <w:tcPr>
            <w:tcW w:w="9133" w:type="dxa"/>
          </w:tcPr>
          <w:p w:rsidR="00362AF8" w:rsidRPr="008D7DE4" w:rsidRDefault="00362AF8" w:rsidP="000D65B6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  <w:tr w:rsidR="00362AF8" w:rsidRPr="00326854" w:rsidTr="001D1BFB">
        <w:trPr>
          <w:trHeight w:val="161"/>
        </w:trPr>
        <w:tc>
          <w:tcPr>
            <w:tcW w:w="9842" w:type="dxa"/>
            <w:gridSpan w:val="2"/>
          </w:tcPr>
          <w:p w:rsidR="00362AF8" w:rsidRDefault="00362AF8" w:rsidP="00170D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Шкала оценки:</w:t>
            </w:r>
          </w:p>
          <w:p w:rsidR="00362AF8" w:rsidRDefault="00362AF8" w:rsidP="00170D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362AF8" w:rsidRDefault="00362AF8" w:rsidP="00170D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присутствует стабильный положительный результат; </w:t>
            </w:r>
          </w:p>
          <w:p w:rsidR="00362AF8" w:rsidRDefault="00362AF8" w:rsidP="00170D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балла – наблюдается стабильная положительная динамика.</w:t>
            </w:r>
          </w:p>
          <w:p w:rsidR="00362AF8" w:rsidRPr="00F55263" w:rsidRDefault="00362AF8" w:rsidP="00170D0D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Дополнительные баллы (макс. - 2 балла) за участие педагога (в т.ч. в экспертной деятельности) и обучающихся в конкурсах, фестивалях, олимпиадах на областном, федеральном уровнях, наличие отраслевых наград, ученой степени и др.</w:t>
            </w:r>
          </w:p>
        </w:tc>
        <w:tc>
          <w:tcPr>
            <w:tcW w:w="720" w:type="dxa"/>
          </w:tcPr>
          <w:p w:rsidR="00362AF8" w:rsidRPr="00F55263" w:rsidRDefault="00362AF8" w:rsidP="00EF0D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2AF8" w:rsidRDefault="00362AF8" w:rsidP="001D1BFB">
      <w:pPr>
        <w:ind w:left="-180" w:hanging="360"/>
      </w:pPr>
      <w:r>
        <w:t xml:space="preserve">   С нормативно-правовыми документами по аттестации педагогических работников ознакомлен (а)</w:t>
      </w:r>
    </w:p>
    <w:p w:rsidR="00362AF8" w:rsidRDefault="00362AF8" w:rsidP="001D1BFB">
      <w:pPr>
        <w:ind w:left="-360"/>
        <w:jc w:val="both"/>
      </w:pPr>
      <w:r>
        <w:t>«_____» __________________ 20____г.</w:t>
      </w:r>
    </w:p>
    <w:p w:rsidR="00362AF8" w:rsidRDefault="00362AF8" w:rsidP="001D1BFB">
      <w:pPr>
        <w:ind w:left="-993"/>
        <w:jc w:val="both"/>
      </w:pPr>
    </w:p>
    <w:p w:rsidR="00362AF8" w:rsidRPr="00CE71B7" w:rsidRDefault="00362AF8" w:rsidP="001D1BFB">
      <w:pPr>
        <w:ind w:left="-36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362AF8" w:rsidRDefault="00362AF8" w:rsidP="001D1BF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362AF8" w:rsidRDefault="00362AF8" w:rsidP="001D1BFB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362AF8" w:rsidRDefault="00362AF8" w:rsidP="001D1BFB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1134" w:firstLine="1134"/>
        <w:rPr>
          <w:b/>
          <w:sz w:val="28"/>
          <w:szCs w:val="28"/>
        </w:rPr>
      </w:pPr>
    </w:p>
    <w:p w:rsidR="00362AF8" w:rsidRDefault="00362AF8" w:rsidP="001D1BFB">
      <w:pPr>
        <w:ind w:left="-1134" w:firstLine="1134"/>
        <w:rPr>
          <w:b/>
          <w:sz w:val="28"/>
          <w:szCs w:val="28"/>
        </w:rPr>
      </w:pPr>
    </w:p>
    <w:p w:rsidR="00362AF8" w:rsidRDefault="00362AF8" w:rsidP="001D1BFB">
      <w:pPr>
        <w:ind w:left="-1134" w:firstLine="1134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ind w:left="-993"/>
        <w:jc w:val="center"/>
        <w:rPr>
          <w:b/>
          <w:sz w:val="28"/>
          <w:szCs w:val="28"/>
        </w:rPr>
      </w:pPr>
    </w:p>
    <w:p w:rsidR="00362AF8" w:rsidRDefault="00362AF8" w:rsidP="001D1BFB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362AF8" w:rsidRPr="009A0D2E" w:rsidRDefault="00362AF8" w:rsidP="001D1BFB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362AF8" w:rsidRDefault="00362AF8" w:rsidP="001D1BF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2AF8" w:rsidRPr="006E5B9F" w:rsidRDefault="00362AF8" w:rsidP="001D1BFB">
      <w:pPr>
        <w:jc w:val="both"/>
      </w:pPr>
      <w:r w:rsidRPr="006E5B9F">
        <w:t xml:space="preserve"> </w:t>
      </w:r>
    </w:p>
    <w:p w:rsidR="00362AF8" w:rsidRPr="006E5B9F" w:rsidRDefault="00362AF8" w:rsidP="001D1BFB">
      <w:pPr>
        <w:jc w:val="both"/>
      </w:pPr>
      <w:r w:rsidRPr="006E5B9F">
        <w:t>Подпись аттестующегося___________________________</w:t>
      </w:r>
    </w:p>
    <w:p w:rsidR="00362AF8" w:rsidRDefault="00362AF8" w:rsidP="001D1BFB">
      <w:pPr>
        <w:jc w:val="both"/>
      </w:pPr>
    </w:p>
    <w:p w:rsidR="00362AF8" w:rsidRPr="006E5B9F" w:rsidRDefault="00362AF8" w:rsidP="001D1BFB">
      <w:pPr>
        <w:jc w:val="both"/>
      </w:pPr>
      <w:r w:rsidRPr="006E5B9F">
        <w:t>Дата «_____» ____________________20 ___г.</w:t>
      </w:r>
    </w:p>
    <w:p w:rsidR="00362AF8" w:rsidRPr="006E5B9F" w:rsidRDefault="00362AF8" w:rsidP="001D1BFB">
      <w:pPr>
        <w:jc w:val="both"/>
      </w:pPr>
    </w:p>
    <w:p w:rsidR="00362AF8" w:rsidRPr="006E5B9F" w:rsidRDefault="00362AF8" w:rsidP="001D1BFB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362AF8" w:rsidRPr="006E5B9F" w:rsidRDefault="00362AF8" w:rsidP="001D1BFB">
      <w:pPr>
        <w:jc w:val="both"/>
      </w:pPr>
      <w:r w:rsidRPr="006E5B9F">
        <w:t>_________________________________________________________________________________</w:t>
      </w:r>
    </w:p>
    <w:p w:rsidR="00362AF8" w:rsidRPr="006E5B9F" w:rsidRDefault="00362AF8" w:rsidP="001D1BFB">
      <w:pPr>
        <w:jc w:val="both"/>
      </w:pPr>
      <w:r w:rsidRPr="006E5B9F">
        <w:t>_________________________________________________________________________________</w:t>
      </w:r>
    </w:p>
    <w:p w:rsidR="00362AF8" w:rsidRPr="006E5B9F" w:rsidRDefault="00362AF8" w:rsidP="001D1BFB">
      <w:pPr>
        <w:jc w:val="both"/>
      </w:pPr>
      <w:r w:rsidRPr="006E5B9F">
        <w:t>_________________________________________________________________________________</w:t>
      </w:r>
    </w:p>
    <w:p w:rsidR="00362AF8" w:rsidRPr="006E5B9F" w:rsidRDefault="00362AF8" w:rsidP="001D1BFB">
      <w:pPr>
        <w:jc w:val="both"/>
      </w:pPr>
      <w:r w:rsidRPr="006E5B9F">
        <w:t>_________________________________________________________________________________</w:t>
      </w:r>
    </w:p>
    <w:p w:rsidR="00362AF8" w:rsidRPr="006E5B9F" w:rsidRDefault="00362AF8" w:rsidP="001D1BFB">
      <w:pPr>
        <w:jc w:val="both"/>
      </w:pPr>
      <w:r w:rsidRPr="006E5B9F">
        <w:t>_________________________________________________________________________________</w:t>
      </w:r>
    </w:p>
    <w:p w:rsidR="00362AF8" w:rsidRDefault="00362AF8" w:rsidP="001D1BFB"/>
    <w:p w:rsidR="00362AF8" w:rsidRPr="006E5B9F" w:rsidRDefault="00362AF8" w:rsidP="001D1BFB">
      <w:r w:rsidRPr="006E5B9F">
        <w:t>Руководитель ОО: ___________________________________________</w:t>
      </w:r>
    </w:p>
    <w:p w:rsidR="00362AF8" w:rsidRPr="006E5B9F" w:rsidRDefault="00362AF8" w:rsidP="001D1BFB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362AF8" w:rsidRPr="006E5B9F" w:rsidRDefault="00362AF8" w:rsidP="001D1BFB">
      <w:pPr>
        <w:jc w:val="both"/>
      </w:pPr>
      <w:r w:rsidRPr="006E5B9F">
        <w:t>Дата «_____» ____________________20 ___г.</w:t>
      </w:r>
    </w:p>
    <w:p w:rsidR="00362AF8" w:rsidRDefault="00362AF8" w:rsidP="001D1BFB"/>
    <w:p w:rsidR="00362AF8" w:rsidRDefault="00362AF8" w:rsidP="001D1BFB">
      <w:r>
        <w:t xml:space="preserve">С рекомендациями ознакомлен (а): ___________________________________________________ </w:t>
      </w:r>
    </w:p>
    <w:p w:rsidR="00362AF8" w:rsidRPr="00CC3921" w:rsidRDefault="00362AF8" w:rsidP="001D1BFB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362AF8" w:rsidRDefault="00362AF8" w:rsidP="001D1BFB">
      <w:pPr>
        <w:jc w:val="both"/>
        <w:rPr>
          <w:sz w:val="28"/>
          <w:szCs w:val="28"/>
        </w:rPr>
      </w:pPr>
      <w:r>
        <w:t>«____»_______________20___ года</w:t>
      </w:r>
    </w:p>
    <w:p w:rsidR="00362AF8" w:rsidRDefault="00362AF8" w:rsidP="001D1BFB">
      <w:pPr>
        <w:pStyle w:val="NoSpacing"/>
        <w:rPr>
          <w:sz w:val="20"/>
          <w:szCs w:val="20"/>
        </w:rPr>
      </w:pPr>
    </w:p>
    <w:p w:rsidR="00362AF8" w:rsidRDefault="00362AF8" w:rsidP="001D1BFB">
      <w:pPr>
        <w:pStyle w:val="NoSpacing"/>
        <w:rPr>
          <w:sz w:val="20"/>
          <w:szCs w:val="20"/>
        </w:rPr>
      </w:pPr>
    </w:p>
    <w:p w:rsidR="00362AF8" w:rsidRPr="0068532A" w:rsidRDefault="00362AF8" w:rsidP="001D1BFB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362AF8" w:rsidRPr="00384CE6" w:rsidRDefault="00362AF8" w:rsidP="001D1BF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362AF8" w:rsidRPr="00384CE6" w:rsidRDefault="00362AF8" w:rsidP="001D1BF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362AF8" w:rsidRPr="00516F42" w:rsidRDefault="00362AF8" w:rsidP="001D1BFB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362AF8" w:rsidRPr="001D1BFB" w:rsidRDefault="00362AF8" w:rsidP="001D1BFB">
      <w:pPr>
        <w:tabs>
          <w:tab w:val="left" w:pos="3090"/>
        </w:tabs>
      </w:pPr>
    </w:p>
    <w:sectPr w:rsidR="00362AF8" w:rsidRPr="001D1BFB" w:rsidSect="001D1BFB">
      <w:pgSz w:w="11906" w:h="16838"/>
      <w:pgMar w:top="568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7BD"/>
    <w:rsid w:val="00007D25"/>
    <w:rsid w:val="000D65B6"/>
    <w:rsid w:val="00170D0D"/>
    <w:rsid w:val="001D1BFB"/>
    <w:rsid w:val="001E0008"/>
    <w:rsid w:val="001E3097"/>
    <w:rsid w:val="002157BD"/>
    <w:rsid w:val="00217169"/>
    <w:rsid w:val="00276C5E"/>
    <w:rsid w:val="00280987"/>
    <w:rsid w:val="00291EAD"/>
    <w:rsid w:val="00326854"/>
    <w:rsid w:val="00362AF8"/>
    <w:rsid w:val="00384CE6"/>
    <w:rsid w:val="003B3085"/>
    <w:rsid w:val="003C2196"/>
    <w:rsid w:val="003E2B1C"/>
    <w:rsid w:val="00435E2D"/>
    <w:rsid w:val="004A6990"/>
    <w:rsid w:val="004F2916"/>
    <w:rsid w:val="00516F42"/>
    <w:rsid w:val="005A1DDD"/>
    <w:rsid w:val="005B4895"/>
    <w:rsid w:val="0062733A"/>
    <w:rsid w:val="00644B6B"/>
    <w:rsid w:val="006672F4"/>
    <w:rsid w:val="0068532A"/>
    <w:rsid w:val="006E5B9F"/>
    <w:rsid w:val="007039EA"/>
    <w:rsid w:val="00713AFA"/>
    <w:rsid w:val="00767FF7"/>
    <w:rsid w:val="007D0758"/>
    <w:rsid w:val="00840A5B"/>
    <w:rsid w:val="00875AD4"/>
    <w:rsid w:val="008D7DE4"/>
    <w:rsid w:val="009A0D2E"/>
    <w:rsid w:val="00A07906"/>
    <w:rsid w:val="00A13D40"/>
    <w:rsid w:val="00A24F0C"/>
    <w:rsid w:val="00AB6DB2"/>
    <w:rsid w:val="00AC455E"/>
    <w:rsid w:val="00BD05DE"/>
    <w:rsid w:val="00C4050E"/>
    <w:rsid w:val="00CC3921"/>
    <w:rsid w:val="00CE71B7"/>
    <w:rsid w:val="00D11595"/>
    <w:rsid w:val="00D21B04"/>
    <w:rsid w:val="00D76D88"/>
    <w:rsid w:val="00D80FC0"/>
    <w:rsid w:val="00DA0083"/>
    <w:rsid w:val="00EA4EF3"/>
    <w:rsid w:val="00EC20EA"/>
    <w:rsid w:val="00ED50F4"/>
    <w:rsid w:val="00EF0D37"/>
    <w:rsid w:val="00EF0D62"/>
    <w:rsid w:val="00F05F3D"/>
    <w:rsid w:val="00F55263"/>
    <w:rsid w:val="00FA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B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7DE4"/>
    <w:pPr>
      <w:ind w:left="720"/>
      <w:contextualSpacing/>
    </w:pPr>
  </w:style>
  <w:style w:type="paragraph" w:styleId="NoSpacing">
    <w:name w:val="No Spacing"/>
    <w:uiPriority w:val="99"/>
    <w:qFormat/>
    <w:rsid w:val="001D1B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8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2</Pages>
  <Words>1001</Words>
  <Characters>5710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27</cp:revision>
  <cp:lastPrinted>2016-02-16T12:20:00Z</cp:lastPrinted>
  <dcterms:created xsi:type="dcterms:W3CDTF">2016-02-11T09:55:00Z</dcterms:created>
  <dcterms:modified xsi:type="dcterms:W3CDTF">2017-01-24T09:05:00Z</dcterms:modified>
</cp:coreProperties>
</file>